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E4A1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67C2AF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88454E" w14:textId="256DDAE0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</w:t>
      </w:r>
      <w:r w:rsidR="00045C85">
        <w:rPr>
          <w:rFonts w:ascii="Corbel" w:hAnsi="Corbel"/>
          <w:b/>
          <w:smallCaps/>
          <w:sz w:val="24"/>
          <w:szCs w:val="24"/>
        </w:rPr>
        <w:t>1</w:t>
      </w:r>
      <w:r w:rsidR="00DC6D0C" w:rsidRPr="002829B0">
        <w:rPr>
          <w:rFonts w:ascii="Corbel" w:hAnsi="Corbel"/>
          <w:b/>
          <w:smallCaps/>
          <w:sz w:val="24"/>
          <w:szCs w:val="24"/>
        </w:rPr>
        <w:t>-202</w:t>
      </w:r>
      <w:r w:rsidR="00045C85">
        <w:rPr>
          <w:rFonts w:ascii="Corbel" w:hAnsi="Corbel"/>
          <w:b/>
          <w:smallCaps/>
          <w:sz w:val="24"/>
          <w:szCs w:val="24"/>
        </w:rPr>
        <w:t>4</w:t>
      </w:r>
    </w:p>
    <w:p w14:paraId="7A803500" w14:textId="1BB5FDEA" w:rsidR="00445970" w:rsidRPr="00EA4832" w:rsidRDefault="00445970" w:rsidP="00695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045C85">
        <w:rPr>
          <w:rFonts w:ascii="Corbel" w:hAnsi="Corbel"/>
          <w:sz w:val="20"/>
          <w:szCs w:val="20"/>
        </w:rPr>
        <w:t>3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045C8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37E4A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082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DB7595" w14:textId="77777777" w:rsidTr="70403269">
        <w:tc>
          <w:tcPr>
            <w:tcW w:w="2694" w:type="dxa"/>
            <w:vAlign w:val="center"/>
          </w:tcPr>
          <w:p w14:paraId="371CF4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FA575" w14:textId="77777777" w:rsidR="0085747A" w:rsidRPr="0029636F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9636F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9C54AE" w14:paraId="2A55C8FC" w14:textId="77777777" w:rsidTr="70403269">
        <w:tc>
          <w:tcPr>
            <w:tcW w:w="2694" w:type="dxa"/>
            <w:vAlign w:val="center"/>
          </w:tcPr>
          <w:p w14:paraId="303AC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EBFD0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iZSP</w:t>
            </w:r>
            <w:proofErr w:type="spellEnd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9C54AE" w14:paraId="63B8B26D" w14:textId="77777777" w:rsidTr="70403269">
        <w:tc>
          <w:tcPr>
            <w:tcW w:w="2694" w:type="dxa"/>
            <w:vAlign w:val="center"/>
          </w:tcPr>
          <w:p w14:paraId="380C392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FA2DB7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76DA4BE7" w14:textId="77777777" w:rsidTr="70403269">
        <w:tc>
          <w:tcPr>
            <w:tcW w:w="2694" w:type="dxa"/>
            <w:vAlign w:val="center"/>
          </w:tcPr>
          <w:p w14:paraId="3FA1DD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BAA860" w14:textId="77777777" w:rsidR="0085747A" w:rsidRPr="00413C81" w:rsidRDefault="00413C81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413C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85E62" w14:textId="77777777" w:rsidTr="70403269">
        <w:tc>
          <w:tcPr>
            <w:tcW w:w="2694" w:type="dxa"/>
            <w:vAlign w:val="center"/>
          </w:tcPr>
          <w:p w14:paraId="2F9EE5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E05135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A1FF9D" w14:textId="77777777" w:rsidTr="70403269">
        <w:tc>
          <w:tcPr>
            <w:tcW w:w="2694" w:type="dxa"/>
            <w:vAlign w:val="center"/>
          </w:tcPr>
          <w:p w14:paraId="6D69A0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D6D97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4A1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E5B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8CB7BD" w14:textId="77777777" w:rsidTr="70403269">
        <w:tc>
          <w:tcPr>
            <w:tcW w:w="2694" w:type="dxa"/>
            <w:vAlign w:val="center"/>
          </w:tcPr>
          <w:p w14:paraId="5CD80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B792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686B3D" w14:textId="77777777" w:rsidTr="70403269">
        <w:tc>
          <w:tcPr>
            <w:tcW w:w="2694" w:type="dxa"/>
            <w:vAlign w:val="center"/>
          </w:tcPr>
          <w:p w14:paraId="50718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CCDDDE" w14:textId="58A2AC50" w:rsidR="0085747A" w:rsidRPr="00C56F41" w:rsidRDefault="00C56F41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56F4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9FF932E" w14:textId="77777777" w:rsidTr="70403269">
        <w:tc>
          <w:tcPr>
            <w:tcW w:w="2694" w:type="dxa"/>
            <w:vAlign w:val="center"/>
          </w:tcPr>
          <w:p w14:paraId="34E6B1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8C58E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58193B2D" w14:textId="77777777" w:rsidTr="70403269">
        <w:tc>
          <w:tcPr>
            <w:tcW w:w="2694" w:type="dxa"/>
            <w:vAlign w:val="center"/>
          </w:tcPr>
          <w:p w14:paraId="6CBE27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F2A10C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3898047B" w14:textId="77777777" w:rsidTr="70403269">
        <w:tc>
          <w:tcPr>
            <w:tcW w:w="2694" w:type="dxa"/>
            <w:vAlign w:val="center"/>
          </w:tcPr>
          <w:p w14:paraId="5B0003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9F33EE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7A5019A6" w14:textId="77777777" w:rsidTr="70403269">
        <w:tc>
          <w:tcPr>
            <w:tcW w:w="2694" w:type="dxa"/>
            <w:vAlign w:val="center"/>
          </w:tcPr>
          <w:p w14:paraId="3AF0C66A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F8A148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Katarzyna Szara, prof. </w:t>
            </w:r>
            <w:proofErr w:type="spellStart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  <w:tr w:rsidR="002829B0" w:rsidRPr="009C54AE" w14:paraId="367B64C9" w14:textId="77777777" w:rsidTr="70403269">
        <w:tc>
          <w:tcPr>
            <w:tcW w:w="2694" w:type="dxa"/>
            <w:vAlign w:val="center"/>
          </w:tcPr>
          <w:p w14:paraId="6DF4F4FB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672ECD" w14:textId="45A44F79" w:rsidR="002829B0" w:rsidRPr="002829B0" w:rsidRDefault="002829B0" w:rsidP="70403269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</w:t>
            </w:r>
            <w:r w:rsidR="7790D53A"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Grzegorz Hajduk</w:t>
            </w: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, prof. </w:t>
            </w:r>
            <w:proofErr w:type="spellStart"/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</w:tbl>
    <w:p w14:paraId="36D6459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A74A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64B323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DD2383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560597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F7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FE32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E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2A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44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2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D1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E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7D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7BDF3C7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6611" w14:textId="77777777" w:rsidR="00015B8F" w:rsidRPr="009C54AE" w:rsidRDefault="006471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8F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DF05" w14:textId="085E70F9" w:rsidR="00015B8F" w:rsidRPr="009C54AE" w:rsidRDefault="00C56F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2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97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8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D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35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EB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3DFF4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76DC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E58E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03A34C" w14:textId="77777777" w:rsidR="00337127" w:rsidRPr="00FD7701" w:rsidRDefault="00337127" w:rsidP="003371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C9C88AD" w14:textId="77777777" w:rsidR="00337127" w:rsidRPr="00FD7701" w:rsidRDefault="00337127" w:rsidP="0033712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2155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6FF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C0DF0E" w14:textId="77777777" w:rsidR="009C54AE" w:rsidRPr="006471DE" w:rsidRDefault="00E22D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3039BD9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AB80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9B98C0" w14:textId="77777777" w:rsidTr="00745302">
        <w:tc>
          <w:tcPr>
            <w:tcW w:w="9670" w:type="dxa"/>
          </w:tcPr>
          <w:p w14:paraId="2BE28F2E" w14:textId="77777777" w:rsidR="0085747A" w:rsidRPr="009C54AE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453FCA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5023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7928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986A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805E8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AC4705" w14:textId="77777777" w:rsidTr="00923D7D">
        <w:tc>
          <w:tcPr>
            <w:tcW w:w="851" w:type="dxa"/>
            <w:vAlign w:val="center"/>
          </w:tcPr>
          <w:p w14:paraId="16B67BE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BBAB6C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799F3FB6" w14:textId="77777777" w:rsidTr="00923D7D">
        <w:tc>
          <w:tcPr>
            <w:tcW w:w="851" w:type="dxa"/>
            <w:vAlign w:val="center"/>
          </w:tcPr>
          <w:p w14:paraId="372D5D2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5BDFA2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128B61F8" w14:textId="77777777" w:rsidTr="00923D7D">
        <w:tc>
          <w:tcPr>
            <w:tcW w:w="851" w:type="dxa"/>
            <w:vAlign w:val="center"/>
          </w:tcPr>
          <w:p w14:paraId="6D5C1E9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0EF2F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3A2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E03B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61D6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97E2EE" w14:textId="77777777" w:rsidTr="00E22D4F">
        <w:tc>
          <w:tcPr>
            <w:tcW w:w="1681" w:type="dxa"/>
            <w:vAlign w:val="center"/>
          </w:tcPr>
          <w:p w14:paraId="0F7A2E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68B8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729A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5B81DD30" w14:textId="77777777" w:rsidTr="00E22D4F">
        <w:tc>
          <w:tcPr>
            <w:tcW w:w="1681" w:type="dxa"/>
          </w:tcPr>
          <w:p w14:paraId="25E9B0CF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130C1B4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1683DB54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40EF02EA" w14:textId="77777777" w:rsidTr="00E22D4F">
        <w:tc>
          <w:tcPr>
            <w:tcW w:w="1681" w:type="dxa"/>
          </w:tcPr>
          <w:p w14:paraId="200F52B5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6E49C2F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0B4873EB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7593C4BA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34AA79B8" w14:textId="77777777" w:rsidTr="00E22D4F">
        <w:tc>
          <w:tcPr>
            <w:tcW w:w="1681" w:type="dxa"/>
          </w:tcPr>
          <w:p w14:paraId="2C4FA1DA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600EFAE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CF7A4A0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737373BA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2F2B8C19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63443D2D" w14:textId="77777777" w:rsidTr="00E22D4F">
        <w:tc>
          <w:tcPr>
            <w:tcW w:w="1681" w:type="dxa"/>
          </w:tcPr>
          <w:p w14:paraId="0B0C4B22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71AB0F2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A71F130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103E8EFD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4B003D80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26F8D1C4" w14:textId="77777777" w:rsidTr="00E22D4F">
        <w:tc>
          <w:tcPr>
            <w:tcW w:w="1681" w:type="dxa"/>
          </w:tcPr>
          <w:p w14:paraId="4BEBD3D8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12ADFE9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4DCAA56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07F8407" w14:textId="77777777" w:rsidR="00E22D4F" w:rsidRPr="003A70B6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7CCCEB5C" w14:textId="77777777" w:rsidTr="00E22D4F">
        <w:tc>
          <w:tcPr>
            <w:tcW w:w="1681" w:type="dxa"/>
          </w:tcPr>
          <w:p w14:paraId="32942226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77EECC64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1F240833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45B4759" w14:textId="77777777" w:rsidR="009E784B" w:rsidRPr="000A6330" w:rsidRDefault="009E784B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6E1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FF79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C948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F0F8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4DC653" w14:textId="77777777" w:rsidTr="2BADD315">
        <w:tc>
          <w:tcPr>
            <w:tcW w:w="9520" w:type="dxa"/>
          </w:tcPr>
          <w:p w14:paraId="2A7FF7A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BB133E8" w14:textId="77777777" w:rsidTr="2BADD315">
        <w:tc>
          <w:tcPr>
            <w:tcW w:w="9520" w:type="dxa"/>
          </w:tcPr>
          <w:p w14:paraId="64BE1825" w14:textId="6F70215B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2BADD31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2BADD315">
              <w:rPr>
                <w:rFonts w:ascii="Corbel" w:hAnsi="Corbel"/>
                <w:sz w:val="24"/>
                <w:szCs w:val="24"/>
              </w:rPr>
              <w:t xml:space="preserve"> w organizacji.</w:t>
            </w:r>
          </w:p>
        </w:tc>
      </w:tr>
      <w:tr w:rsidR="2BADD315" w14:paraId="2EC26D11" w14:textId="77777777" w:rsidTr="2BADD315">
        <w:tc>
          <w:tcPr>
            <w:tcW w:w="9520" w:type="dxa"/>
          </w:tcPr>
          <w:p w14:paraId="0FEE7CB1" w14:textId="74A16C39" w:rsidR="4C7DE3D3" w:rsidRDefault="4C7DE3D3" w:rsidP="2BADD315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Rola komunikacji w zespołach.</w:t>
            </w:r>
          </w:p>
        </w:tc>
      </w:tr>
      <w:tr w:rsidR="00E22D4F" w:rsidRPr="009C54AE" w14:paraId="7E4B9D62" w14:textId="77777777" w:rsidTr="2BADD315">
        <w:tc>
          <w:tcPr>
            <w:tcW w:w="9520" w:type="dxa"/>
          </w:tcPr>
          <w:p w14:paraId="08213DC7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2D734011" w14:textId="77777777" w:rsidTr="2BADD315">
        <w:tc>
          <w:tcPr>
            <w:tcW w:w="9520" w:type="dxa"/>
          </w:tcPr>
          <w:p w14:paraId="35E1AB3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3D58E6B4" w14:textId="77777777" w:rsidTr="2BADD315">
        <w:tc>
          <w:tcPr>
            <w:tcW w:w="9520" w:type="dxa"/>
          </w:tcPr>
          <w:p w14:paraId="396D9E2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36902588" w14:textId="77777777" w:rsidTr="2BADD315">
        <w:tc>
          <w:tcPr>
            <w:tcW w:w="9520" w:type="dxa"/>
          </w:tcPr>
          <w:p w14:paraId="0B2C1E39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42BC1ACF" w14:textId="77777777" w:rsidTr="2BADD315">
        <w:tc>
          <w:tcPr>
            <w:tcW w:w="9520" w:type="dxa"/>
          </w:tcPr>
          <w:p w14:paraId="52FCAE6B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455D4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FE6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52D439F" w14:textId="608C4F7C" w:rsidR="00E22D4F" w:rsidRPr="00614785" w:rsidRDefault="00E22D4F" w:rsidP="2BADD315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2BADD315">
        <w:rPr>
          <w:rFonts w:ascii="Corbel" w:hAnsi="Corbel"/>
          <w:b w:val="0"/>
          <w:smallCaps w:val="0"/>
        </w:rPr>
        <w:t>Mini wykład z prezentacją multimedialną, dyskusja, praca zespołowa, rozwiązywanie zadań indywidualne i grupowe</w:t>
      </w:r>
      <w:r w:rsidR="00D925B9" w:rsidRPr="2BADD315">
        <w:rPr>
          <w:rFonts w:ascii="Corbel" w:hAnsi="Corbel"/>
          <w:b w:val="0"/>
          <w:smallCaps w:val="0"/>
        </w:rPr>
        <w:t xml:space="preserve"> w formie tradycyjnej lub realizowane przy pomocy platformy MS </w:t>
      </w:r>
      <w:proofErr w:type="spellStart"/>
      <w:r w:rsidR="00D925B9" w:rsidRPr="2BADD315">
        <w:rPr>
          <w:rFonts w:ascii="Corbel" w:hAnsi="Corbel"/>
          <w:b w:val="0"/>
          <w:smallCaps w:val="0"/>
        </w:rPr>
        <w:t>Teams</w:t>
      </w:r>
      <w:proofErr w:type="spellEnd"/>
      <w:r w:rsidR="00D925B9" w:rsidRPr="2BADD315">
        <w:rPr>
          <w:rFonts w:ascii="Corbel" w:hAnsi="Corbel"/>
          <w:b w:val="0"/>
          <w:smallCaps w:val="0"/>
        </w:rPr>
        <w:t>.</w:t>
      </w:r>
    </w:p>
    <w:p w14:paraId="3487CE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1856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5482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9F0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FED2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EBEBA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BC6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9FA2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5198"/>
        <w:gridCol w:w="2117"/>
      </w:tblGrid>
      <w:tr w:rsidR="0085747A" w:rsidRPr="009C54AE" w14:paraId="45D724DA" w14:textId="77777777" w:rsidTr="2EF72231">
        <w:tc>
          <w:tcPr>
            <w:tcW w:w="2205" w:type="dxa"/>
            <w:vAlign w:val="center"/>
          </w:tcPr>
          <w:p w14:paraId="2D18662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8" w:type="dxa"/>
            <w:vAlign w:val="center"/>
          </w:tcPr>
          <w:p w14:paraId="1C12A3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BE9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1B8E0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24B8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0A7B1782" w14:textId="77777777" w:rsidTr="2EF72231">
        <w:trPr>
          <w:trHeight w:val="190"/>
        </w:trPr>
        <w:tc>
          <w:tcPr>
            <w:tcW w:w="2205" w:type="dxa"/>
          </w:tcPr>
          <w:p w14:paraId="69ADA758" w14:textId="77777777" w:rsidR="005B00A5" w:rsidRPr="009C54AE" w:rsidRDefault="005B00A5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198" w:type="dxa"/>
          </w:tcPr>
          <w:p w14:paraId="45F9C73D" w14:textId="3BC051CB" w:rsidR="005B00A5" w:rsidRPr="002A0B04" w:rsidRDefault="7C70719D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7" w:type="dxa"/>
          </w:tcPr>
          <w:p w14:paraId="1A5D5B0F" w14:textId="3BBD8C77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D998676" w14:textId="77777777" w:rsidTr="2EF72231">
        <w:trPr>
          <w:trHeight w:val="190"/>
        </w:trPr>
        <w:tc>
          <w:tcPr>
            <w:tcW w:w="2205" w:type="dxa"/>
          </w:tcPr>
          <w:p w14:paraId="2F418D86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8" w:type="dxa"/>
          </w:tcPr>
          <w:p w14:paraId="00DF2979" w14:textId="42251725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A0B04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0C46A7A1" w14:textId="2811C27B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031FF75" w14:textId="77777777" w:rsidTr="2EF72231">
        <w:trPr>
          <w:trHeight w:val="190"/>
        </w:trPr>
        <w:tc>
          <w:tcPr>
            <w:tcW w:w="2205" w:type="dxa"/>
          </w:tcPr>
          <w:p w14:paraId="55C819F8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98" w:type="dxa"/>
          </w:tcPr>
          <w:p w14:paraId="78993105" w14:textId="69F7A4BF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7FA80F5" w14:textId="084F115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37C970" w14:textId="77777777" w:rsidTr="2EF72231">
        <w:trPr>
          <w:trHeight w:val="190"/>
        </w:trPr>
        <w:tc>
          <w:tcPr>
            <w:tcW w:w="2205" w:type="dxa"/>
          </w:tcPr>
          <w:p w14:paraId="29221E25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98" w:type="dxa"/>
          </w:tcPr>
          <w:p w14:paraId="1CEB47D6" w14:textId="476F903D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92FA0C8" w14:textId="1CA8850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E17D379" w14:textId="77777777" w:rsidTr="2EF72231">
        <w:trPr>
          <w:trHeight w:val="190"/>
        </w:trPr>
        <w:tc>
          <w:tcPr>
            <w:tcW w:w="2205" w:type="dxa"/>
          </w:tcPr>
          <w:p w14:paraId="0E378AAF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98" w:type="dxa"/>
          </w:tcPr>
          <w:p w14:paraId="03D00983" w14:textId="0EF3B7F2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F0997F7" w14:textId="753335EE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C2C15E" w14:textId="77777777" w:rsidTr="2EF72231">
        <w:tc>
          <w:tcPr>
            <w:tcW w:w="2205" w:type="dxa"/>
          </w:tcPr>
          <w:p w14:paraId="43187C48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98" w:type="dxa"/>
          </w:tcPr>
          <w:p w14:paraId="1D64C042" w14:textId="0B7DE3FB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305F3F" w14:textId="479611BF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6180DF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E25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D1E4AA" w14:textId="16BDC393" w:rsidR="73915C66" w:rsidRDefault="73915C66" w:rsidP="73915C66">
      <w:pPr>
        <w:spacing w:after="0"/>
        <w:ind w:left="426"/>
        <w:rPr>
          <w:rFonts w:ascii="Corbel" w:hAnsi="Corbel"/>
        </w:rPr>
      </w:pPr>
    </w:p>
    <w:p w14:paraId="34C88BD1" w14:textId="71EBC114" w:rsidR="73915C66" w:rsidRDefault="73915C66" w:rsidP="73915C6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4BE2A3" w14:textId="77777777" w:rsidTr="73915C66">
        <w:tc>
          <w:tcPr>
            <w:tcW w:w="9670" w:type="dxa"/>
          </w:tcPr>
          <w:p w14:paraId="6CBA1E76" w14:textId="1D72C9ED" w:rsidR="0085747A" w:rsidRPr="009C54AE" w:rsidRDefault="351598E8" w:rsidP="73915C66">
            <w:p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ćwiczeń:</w:t>
            </w:r>
          </w:p>
          <w:p w14:paraId="0E0AFD65" w14:textId="37F671B8" w:rsidR="0085747A" w:rsidRPr="009C54AE" w:rsidRDefault="4F25D215" w:rsidP="73915C66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w formie testu z oceną, ustalaną według skali, ocena pozytywna za zdobycie 51% maksymalnej liczby punktów (50% oceny końcowej);  </w:t>
            </w:r>
          </w:p>
          <w:p w14:paraId="51B949AA" w14:textId="7547A121" w:rsidR="0085747A" w:rsidRPr="009C54AE" w:rsidRDefault="4F25D215" w:rsidP="44A7171F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poprawne wykonywanie minimum 4 zadań postawionych do realizacji w trakcie zajęć, ocena pozytywna za zdobycie 51% maksymalnej liczby punktów (50% oceny końcowej)</w:t>
            </w:r>
          </w:p>
        </w:tc>
      </w:tr>
    </w:tbl>
    <w:p w14:paraId="16426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CFF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0ECF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911F63" w14:textId="77777777" w:rsidTr="003E1941">
        <w:tc>
          <w:tcPr>
            <w:tcW w:w="4962" w:type="dxa"/>
            <w:vAlign w:val="center"/>
          </w:tcPr>
          <w:p w14:paraId="1E366E0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28D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74A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640E36" w14:textId="77777777" w:rsidTr="00923D7D">
        <w:tc>
          <w:tcPr>
            <w:tcW w:w="4962" w:type="dxa"/>
          </w:tcPr>
          <w:p w14:paraId="1D6DE8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88DBC6" w14:textId="44AC1D99" w:rsidR="0085747A" w:rsidRPr="009C54AE" w:rsidRDefault="00C56F41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5AE1EC4" w14:textId="77777777" w:rsidTr="00923D7D">
        <w:tc>
          <w:tcPr>
            <w:tcW w:w="4962" w:type="dxa"/>
          </w:tcPr>
          <w:p w14:paraId="1E8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A81B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F2691A3" w14:textId="77777777" w:rsidR="00C61DC5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B608A9" w14:textId="77777777" w:rsidTr="00923D7D">
        <w:tc>
          <w:tcPr>
            <w:tcW w:w="4962" w:type="dxa"/>
          </w:tcPr>
          <w:p w14:paraId="4DD4276A" w14:textId="26B38467" w:rsidR="00C61DC5" w:rsidRPr="009C54AE" w:rsidRDefault="00C61DC5" w:rsidP="003371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37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</w:t>
            </w:r>
            <w:r w:rsidR="00337127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EF8ED57" w14:textId="6C99C3C4" w:rsidR="00C61DC5" w:rsidRPr="009C54AE" w:rsidRDefault="00C56F41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85747A" w:rsidRPr="009C54AE" w14:paraId="50814AE0" w14:textId="77777777" w:rsidTr="00923D7D">
        <w:tc>
          <w:tcPr>
            <w:tcW w:w="4962" w:type="dxa"/>
          </w:tcPr>
          <w:p w14:paraId="7876FE0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FB589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625A88E" w14:textId="77777777" w:rsidTr="00923D7D">
        <w:tc>
          <w:tcPr>
            <w:tcW w:w="4962" w:type="dxa"/>
          </w:tcPr>
          <w:p w14:paraId="0B2266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1D2FC4B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C02B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04709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779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F77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173636" w14:textId="77777777" w:rsidTr="001D2852">
        <w:trPr>
          <w:trHeight w:val="397"/>
        </w:trPr>
        <w:tc>
          <w:tcPr>
            <w:tcW w:w="2359" w:type="pct"/>
          </w:tcPr>
          <w:p w14:paraId="32A20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F34127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55A386" w14:textId="77777777" w:rsidTr="001D2852">
        <w:trPr>
          <w:trHeight w:val="397"/>
        </w:trPr>
        <w:tc>
          <w:tcPr>
            <w:tcW w:w="2359" w:type="pct"/>
          </w:tcPr>
          <w:p w14:paraId="2B875C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E925A4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6F26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926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364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CA91B49" w14:textId="77777777" w:rsidTr="687BD2F8">
        <w:trPr>
          <w:trHeight w:val="397"/>
        </w:trPr>
        <w:tc>
          <w:tcPr>
            <w:tcW w:w="5000" w:type="pct"/>
          </w:tcPr>
          <w:p w14:paraId="3767B8F5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F700A" w14:textId="77777777" w:rsidR="009C1EB1" w:rsidRPr="00E748F5" w:rsidRDefault="009C1EB1" w:rsidP="00E748F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E748F5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E748F5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E748F5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33E9EBBA" w14:textId="77777777" w:rsidR="009C1EB1" w:rsidRDefault="009C1EB1" w:rsidP="00E748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0050BF9" w14:textId="06EEEFC2" w:rsidR="00273416" w:rsidRPr="009C1EB1" w:rsidRDefault="4EB619E2" w:rsidP="7040326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70403269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282F777E" w:rsidRPr="7040326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0B4020DD" w14:textId="77777777" w:rsidTr="687BD2F8">
        <w:trPr>
          <w:trHeight w:val="397"/>
        </w:trPr>
        <w:tc>
          <w:tcPr>
            <w:tcW w:w="5000" w:type="pct"/>
          </w:tcPr>
          <w:p w14:paraId="0E88927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67BBFE" w14:textId="77777777" w:rsidR="009C1EB1" w:rsidRDefault="009C1EB1" w:rsidP="00E748F5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J.D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 xml:space="preserve">., Pawlak Z., Techniki menedżerskie. Skuteczne zarządzanie firmą, Wyd. </w:t>
            </w: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2EA3D42B" w14:textId="77777777" w:rsidR="00273416" w:rsidRPr="00DF78D5" w:rsidRDefault="00273416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87BD2F8">
              <w:rPr>
                <w:rFonts w:ascii="Corbel" w:hAnsi="Corbel"/>
                <w:b w:val="0"/>
                <w:smallCaps w:val="0"/>
              </w:rPr>
              <w:t>Buzan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</w:rPr>
              <w:t xml:space="preserve"> T., Rusz głową, Wyd. AHA, Łódź 2014.</w:t>
            </w:r>
          </w:p>
          <w:p w14:paraId="5E0F47BE" w14:textId="37B7E17B" w:rsidR="009C1EB1" w:rsidRPr="009C1EB1" w:rsidRDefault="305C79A4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  <w:r w:rsidRPr="687BD2F8">
              <w:rPr>
                <w:rFonts w:ascii="Corbel" w:eastAsia="Corbel" w:hAnsi="Corbel" w:cs="Corbel"/>
                <w:szCs w:val="24"/>
              </w:rPr>
              <w:t>.</w:t>
            </w:r>
          </w:p>
        </w:tc>
      </w:tr>
    </w:tbl>
    <w:p w14:paraId="363973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1BB4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601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007DD" w14:textId="77777777" w:rsidR="001F6D3B" w:rsidRDefault="001F6D3B" w:rsidP="00C16ABF">
      <w:pPr>
        <w:spacing w:after="0" w:line="240" w:lineRule="auto"/>
      </w:pPr>
      <w:r>
        <w:separator/>
      </w:r>
    </w:p>
  </w:endnote>
  <w:endnote w:type="continuationSeparator" w:id="0">
    <w:p w14:paraId="46568E7A" w14:textId="77777777" w:rsidR="001F6D3B" w:rsidRDefault="001F6D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EC197" w14:textId="77777777" w:rsidR="001F6D3B" w:rsidRDefault="001F6D3B" w:rsidP="00C16ABF">
      <w:pPr>
        <w:spacing w:after="0" w:line="240" w:lineRule="auto"/>
      </w:pPr>
      <w:r>
        <w:separator/>
      </w:r>
    </w:p>
  </w:footnote>
  <w:footnote w:type="continuationSeparator" w:id="0">
    <w:p w14:paraId="1E02B165" w14:textId="77777777" w:rsidR="001F6D3B" w:rsidRDefault="001F6D3B" w:rsidP="00C16ABF">
      <w:pPr>
        <w:spacing w:after="0" w:line="240" w:lineRule="auto"/>
      </w:pPr>
      <w:r>
        <w:continuationSeparator/>
      </w:r>
    </w:p>
  </w:footnote>
  <w:footnote w:id="1">
    <w:p w14:paraId="5DF5720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10CB0"/>
    <w:multiLevelType w:val="hybridMultilevel"/>
    <w:tmpl w:val="E2E898BE"/>
    <w:lvl w:ilvl="0" w:tplc="45A09C8C">
      <w:start w:val="1"/>
      <w:numFmt w:val="decimal"/>
      <w:lvlText w:val="%1."/>
      <w:lvlJc w:val="left"/>
      <w:pPr>
        <w:ind w:left="720" w:hanging="360"/>
      </w:pPr>
    </w:lvl>
    <w:lvl w:ilvl="1" w:tplc="36A818FA">
      <w:start w:val="1"/>
      <w:numFmt w:val="lowerLetter"/>
      <w:lvlText w:val="%2."/>
      <w:lvlJc w:val="left"/>
      <w:pPr>
        <w:ind w:left="1440" w:hanging="360"/>
      </w:pPr>
    </w:lvl>
    <w:lvl w:ilvl="2" w:tplc="ABD212D6">
      <w:start w:val="1"/>
      <w:numFmt w:val="lowerRoman"/>
      <w:lvlText w:val="%3."/>
      <w:lvlJc w:val="right"/>
      <w:pPr>
        <w:ind w:left="2160" w:hanging="180"/>
      </w:pPr>
    </w:lvl>
    <w:lvl w:ilvl="3" w:tplc="EFFEADFC">
      <w:start w:val="1"/>
      <w:numFmt w:val="decimal"/>
      <w:lvlText w:val="%4."/>
      <w:lvlJc w:val="left"/>
      <w:pPr>
        <w:ind w:left="2880" w:hanging="360"/>
      </w:pPr>
    </w:lvl>
    <w:lvl w:ilvl="4" w:tplc="2B2A62AA">
      <w:start w:val="1"/>
      <w:numFmt w:val="lowerLetter"/>
      <w:lvlText w:val="%5."/>
      <w:lvlJc w:val="left"/>
      <w:pPr>
        <w:ind w:left="3600" w:hanging="360"/>
      </w:pPr>
    </w:lvl>
    <w:lvl w:ilvl="5" w:tplc="7774082C">
      <w:start w:val="1"/>
      <w:numFmt w:val="lowerRoman"/>
      <w:lvlText w:val="%6."/>
      <w:lvlJc w:val="right"/>
      <w:pPr>
        <w:ind w:left="4320" w:hanging="180"/>
      </w:pPr>
    </w:lvl>
    <w:lvl w:ilvl="6" w:tplc="CA4C41E6">
      <w:start w:val="1"/>
      <w:numFmt w:val="decimal"/>
      <w:lvlText w:val="%7."/>
      <w:lvlJc w:val="left"/>
      <w:pPr>
        <w:ind w:left="5040" w:hanging="360"/>
      </w:pPr>
    </w:lvl>
    <w:lvl w:ilvl="7" w:tplc="681EB53E">
      <w:start w:val="1"/>
      <w:numFmt w:val="lowerLetter"/>
      <w:lvlText w:val="%8."/>
      <w:lvlJc w:val="left"/>
      <w:pPr>
        <w:ind w:left="5760" w:hanging="360"/>
      </w:pPr>
    </w:lvl>
    <w:lvl w:ilvl="8" w:tplc="845051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358F6"/>
    <w:multiLevelType w:val="hybridMultilevel"/>
    <w:tmpl w:val="5D0A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251B5"/>
    <w:multiLevelType w:val="hybridMultilevel"/>
    <w:tmpl w:val="99ACC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45C85"/>
    <w:rsid w:val="000601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EF8"/>
    <w:rsid w:val="000B192D"/>
    <w:rsid w:val="000B28EE"/>
    <w:rsid w:val="000B3E37"/>
    <w:rsid w:val="000D04B0"/>
    <w:rsid w:val="000D6370"/>
    <w:rsid w:val="000F1C57"/>
    <w:rsid w:val="000F5615"/>
    <w:rsid w:val="001171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184"/>
    <w:rsid w:val="001D2852"/>
    <w:rsid w:val="001D657B"/>
    <w:rsid w:val="001D7B54"/>
    <w:rsid w:val="001E0209"/>
    <w:rsid w:val="001F2CA2"/>
    <w:rsid w:val="001F6D3B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A74A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12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C8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556C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2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84E"/>
    <w:rsid w:val="007A6E6E"/>
    <w:rsid w:val="007C3299"/>
    <w:rsid w:val="007C3BCC"/>
    <w:rsid w:val="007C4546"/>
    <w:rsid w:val="007D2584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991"/>
    <w:rsid w:val="00AD0AB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F4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8C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B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48F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A48280"/>
    <w:rsid w:val="164F3DEE"/>
    <w:rsid w:val="282F777E"/>
    <w:rsid w:val="2B68C4F3"/>
    <w:rsid w:val="2BADD315"/>
    <w:rsid w:val="2EF72231"/>
    <w:rsid w:val="305C79A4"/>
    <w:rsid w:val="351598E8"/>
    <w:rsid w:val="3894E4B8"/>
    <w:rsid w:val="3C07C976"/>
    <w:rsid w:val="41D54BE8"/>
    <w:rsid w:val="42CDC2C7"/>
    <w:rsid w:val="44A7171F"/>
    <w:rsid w:val="4BBF200B"/>
    <w:rsid w:val="4C7DE3D3"/>
    <w:rsid w:val="4E9AC90D"/>
    <w:rsid w:val="4EB619E2"/>
    <w:rsid w:val="4F25D215"/>
    <w:rsid w:val="5BDCCBB9"/>
    <w:rsid w:val="5BE564BB"/>
    <w:rsid w:val="64BDA571"/>
    <w:rsid w:val="673A226A"/>
    <w:rsid w:val="687BD2F8"/>
    <w:rsid w:val="6C3F9E44"/>
    <w:rsid w:val="70403269"/>
    <w:rsid w:val="70F7FD88"/>
    <w:rsid w:val="73915C66"/>
    <w:rsid w:val="7790D53A"/>
    <w:rsid w:val="7C70719D"/>
    <w:rsid w:val="7E5D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C540"/>
  <w15:docId w15:val="{70E84084-11D0-4B8F-8193-8462D55E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3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37127"/>
  </w:style>
  <w:style w:type="character" w:customStyle="1" w:styleId="spellingerror">
    <w:name w:val="spellingerror"/>
    <w:basedOn w:val="Domylnaczcionkaakapitu"/>
    <w:rsid w:val="00337127"/>
  </w:style>
  <w:style w:type="character" w:customStyle="1" w:styleId="eop">
    <w:name w:val="eop"/>
    <w:basedOn w:val="Domylnaczcionkaakapitu"/>
    <w:rsid w:val="0033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DD67C-FC02-47DB-8DFF-FFC636FBC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8EBEB5-E8A9-4DF1-AD00-19633BE23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0295B6-2413-44A0-B3D2-A5894A8FC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F6B2AD-1C1A-4658-982C-8AD2775B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775</Words>
  <Characters>4650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32</cp:revision>
  <cp:lastPrinted>2019-02-06T12:12:00Z</cp:lastPrinted>
  <dcterms:created xsi:type="dcterms:W3CDTF">2020-10-17T18:47:00Z</dcterms:created>
  <dcterms:modified xsi:type="dcterms:W3CDTF">2021-09-03T09:21:00Z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